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53" w:rsidRPr="00AB4D55" w:rsidRDefault="00AB4D55" w:rsidP="00AB4D55">
      <w:pPr>
        <w:pStyle w:val="NoSpacing"/>
      </w:pPr>
      <w:r w:rsidRPr="00AB4D55">
        <w:t>202_Kartell_St_Anton</w:t>
      </w:r>
    </w:p>
    <w:p w:rsidR="00AB4D55" w:rsidRDefault="00AB4D55" w:rsidP="00AB4D55">
      <w:pPr>
        <w:pStyle w:val="NoSpacing"/>
      </w:pPr>
    </w:p>
    <w:p w:rsidR="00AB4D55" w:rsidRDefault="00AB4D55" w:rsidP="00AB4D55">
      <w:pPr>
        <w:pStyle w:val="NoSpacing"/>
      </w:pPr>
    </w:p>
    <w:p w:rsidR="00AB4D55" w:rsidRPr="00AB4D55" w:rsidRDefault="00AB4D55" w:rsidP="00AB4D55">
      <w:pPr>
        <w:pStyle w:val="NoSpacing"/>
      </w:pPr>
    </w:p>
    <w:p w:rsidR="00AB4D55" w:rsidRPr="00AB4D55" w:rsidRDefault="00AB4D55" w:rsidP="00AB4D55">
      <w:pPr>
        <w:pStyle w:val="NoSpacing"/>
      </w:pPr>
      <w:proofErr w:type="spellStart"/>
      <w:r w:rsidRPr="00AB4D55">
        <w:t>Voith</w:t>
      </w:r>
      <w:proofErr w:type="spellEnd"/>
      <w:r w:rsidRPr="00AB4D55">
        <w:t xml:space="preserve"> Hydro</w:t>
      </w:r>
    </w:p>
    <w:p w:rsidR="00AB4D55" w:rsidRPr="00AB4D55" w:rsidRDefault="00AB4D55" w:rsidP="00AB4D55">
      <w:pPr>
        <w:pStyle w:val="NoSpacing"/>
      </w:pPr>
    </w:p>
    <w:p w:rsidR="00AB4D55" w:rsidRDefault="00AB4D55" w:rsidP="00AB4D55">
      <w:pPr>
        <w:pStyle w:val="NoSpacing"/>
        <w:rPr>
          <w:rFonts w:eastAsia="Times New Roman"/>
          <w:lang w:val="de-DE"/>
        </w:rPr>
      </w:pPr>
      <w:r w:rsidRPr="00AB4D55">
        <w:rPr>
          <w:rFonts w:eastAsia="Times New Roman"/>
          <w:lang w:val="de-DE"/>
        </w:rPr>
        <w:t xml:space="preserve">Small </w:t>
      </w:r>
      <w:proofErr w:type="spellStart"/>
      <w:r w:rsidRPr="00AB4D55">
        <w:rPr>
          <w:rFonts w:eastAsia="Times New Roman"/>
          <w:lang w:val="de-DE"/>
        </w:rPr>
        <w:t>Hydro</w:t>
      </w:r>
      <w:proofErr w:type="spellEnd"/>
      <w:r w:rsidRPr="00AB4D55">
        <w:rPr>
          <w:rFonts w:eastAsia="Times New Roman"/>
          <w:lang w:val="de-DE"/>
        </w:rPr>
        <w:t xml:space="preserve"> Kraftwerk Kartell in St. Anton, Österreich</w:t>
      </w:r>
    </w:p>
    <w:p w:rsidR="00AB4D55" w:rsidRPr="00AB4D55" w:rsidRDefault="00AB4D55" w:rsidP="00AB4D55">
      <w:pPr>
        <w:pStyle w:val="NoSpacing"/>
        <w:rPr>
          <w:rFonts w:eastAsia="Times New Roman"/>
          <w:lang w:val="de-DE"/>
        </w:rPr>
      </w:pPr>
    </w:p>
    <w:p w:rsidR="00AB4D55" w:rsidRDefault="00AB4D55" w:rsidP="00AB4D55">
      <w:pPr>
        <w:pStyle w:val="NoSpacing"/>
        <w:rPr>
          <w:rFonts w:eastAsia="Times New Roman"/>
        </w:rPr>
      </w:pPr>
      <w:proofErr w:type="spellStart"/>
      <w:r w:rsidRPr="00AB4D55">
        <w:rPr>
          <w:rFonts w:eastAsia="Times New Roman"/>
        </w:rPr>
        <w:t>Kartell</w:t>
      </w:r>
      <w:proofErr w:type="spellEnd"/>
      <w:r w:rsidRPr="00AB4D55">
        <w:rPr>
          <w:rFonts w:eastAsia="Times New Roman"/>
        </w:rPr>
        <w:t xml:space="preserve"> small hydro power plant in St. Anton, Austria</w:t>
      </w:r>
    </w:p>
    <w:p w:rsidR="00AB4D55" w:rsidRPr="00AB4D55" w:rsidRDefault="00AB4D55" w:rsidP="00AB4D55">
      <w:pPr>
        <w:pStyle w:val="NoSpacing"/>
        <w:rPr>
          <w:rFonts w:eastAsia="Times New Roman"/>
        </w:rPr>
      </w:pPr>
    </w:p>
    <w:p w:rsidR="00AB4D55" w:rsidRDefault="00AB4D55" w:rsidP="00AB4D55">
      <w:pPr>
        <w:pStyle w:val="NoSpacing"/>
        <w:rPr>
          <w:rFonts w:eastAsia="Times New Roman"/>
          <w:lang w:val="de-DE"/>
        </w:rPr>
      </w:pPr>
      <w:r w:rsidRPr="00AB4D55">
        <w:rPr>
          <w:rFonts w:eastAsia="Times New Roman"/>
          <w:lang w:val="de-DE"/>
        </w:rPr>
        <w:t xml:space="preserve">PCH Kartell, </w:t>
      </w:r>
      <w:proofErr w:type="spellStart"/>
      <w:r w:rsidRPr="00AB4D55">
        <w:rPr>
          <w:rFonts w:eastAsia="Times New Roman"/>
          <w:lang w:val="de-DE"/>
        </w:rPr>
        <w:t>em</w:t>
      </w:r>
      <w:proofErr w:type="spellEnd"/>
      <w:r w:rsidRPr="00AB4D55">
        <w:rPr>
          <w:rFonts w:eastAsia="Times New Roman"/>
          <w:lang w:val="de-DE"/>
        </w:rPr>
        <w:t xml:space="preserve"> St. Anton, </w:t>
      </w:r>
      <w:proofErr w:type="spellStart"/>
      <w:r w:rsidRPr="00AB4D55">
        <w:rPr>
          <w:rFonts w:eastAsia="Times New Roman"/>
          <w:lang w:val="de-DE"/>
        </w:rPr>
        <w:t>Áustria</w:t>
      </w:r>
      <w:proofErr w:type="spellEnd"/>
    </w:p>
    <w:p w:rsidR="00AB4D55" w:rsidRPr="00AB4D55" w:rsidRDefault="00AB4D55" w:rsidP="00AB4D55">
      <w:pPr>
        <w:pStyle w:val="NoSpacing"/>
        <w:rPr>
          <w:rFonts w:eastAsia="Times New Roman"/>
          <w:lang w:val="de-DE"/>
        </w:rPr>
      </w:pPr>
      <w:bookmarkStart w:id="0" w:name="_GoBack"/>
      <w:bookmarkEnd w:id="0"/>
    </w:p>
    <w:p w:rsidR="00AB4D55" w:rsidRPr="00AB4D55" w:rsidRDefault="00AB4D55" w:rsidP="00AB4D55">
      <w:pPr>
        <w:pStyle w:val="NoSpacing"/>
        <w:rPr>
          <w:rFonts w:eastAsia="Times New Roman"/>
          <w:lang w:val="de-DE"/>
        </w:rPr>
      </w:pPr>
      <w:r w:rsidRPr="00AB4D55">
        <w:rPr>
          <w:rFonts w:eastAsia="Times New Roman"/>
          <w:lang w:val="de-DE"/>
        </w:rPr>
        <w:t>Kartell</w:t>
      </w:r>
      <w:proofErr w:type="spellStart"/>
      <w:r w:rsidRPr="00AB4D55">
        <w:rPr>
          <w:rFonts w:eastAsia="SimSun"/>
        </w:rPr>
        <w:t>小水电站</w:t>
      </w:r>
      <w:r w:rsidRPr="00AB4D55">
        <w:rPr>
          <w:rFonts w:eastAsia="SimSun"/>
          <w:lang w:val="de-DE"/>
        </w:rPr>
        <w:t>，</w:t>
      </w:r>
      <w:r w:rsidRPr="00AB4D55">
        <w:rPr>
          <w:rFonts w:eastAsia="SimSun"/>
        </w:rPr>
        <w:t>奥地利圣安东</w:t>
      </w:r>
      <w:proofErr w:type="spellEnd"/>
    </w:p>
    <w:p w:rsidR="00AB4D55" w:rsidRPr="00AB4D55" w:rsidRDefault="00AB4D55" w:rsidP="00AB4D55">
      <w:pPr>
        <w:pStyle w:val="NoSpacing"/>
        <w:rPr>
          <w:lang w:val="de-DE"/>
        </w:rPr>
      </w:pPr>
    </w:p>
    <w:sectPr w:rsidR="00AB4D55" w:rsidRPr="00AB4D55" w:rsidSect="00C6563F">
      <w:pgSz w:w="11906" w:h="16838"/>
      <w:pgMar w:top="850" w:right="794" w:bottom="850" w:left="1247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765"/>
    <w:multiLevelType w:val="multilevel"/>
    <w:tmpl w:val="605E8FAC"/>
    <w:lvl w:ilvl="0">
      <w:start w:val="1"/>
      <w:numFmt w:val="decimal"/>
      <w:pStyle w:val="p-51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p-52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p-53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p-54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p-55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B4"/>
    <w:rsid w:val="000232C3"/>
    <w:rsid w:val="0010543D"/>
    <w:rsid w:val="0011133D"/>
    <w:rsid w:val="00153576"/>
    <w:rsid w:val="001A5199"/>
    <w:rsid w:val="001C2D3E"/>
    <w:rsid w:val="001C6079"/>
    <w:rsid w:val="00207C3A"/>
    <w:rsid w:val="00222294"/>
    <w:rsid w:val="00281C0F"/>
    <w:rsid w:val="002F77F8"/>
    <w:rsid w:val="00335B16"/>
    <w:rsid w:val="00346D99"/>
    <w:rsid w:val="00352297"/>
    <w:rsid w:val="003956E3"/>
    <w:rsid w:val="003E5B82"/>
    <w:rsid w:val="00423C6C"/>
    <w:rsid w:val="00451B23"/>
    <w:rsid w:val="00462872"/>
    <w:rsid w:val="00463303"/>
    <w:rsid w:val="00475773"/>
    <w:rsid w:val="004A18FC"/>
    <w:rsid w:val="004A528A"/>
    <w:rsid w:val="004B383A"/>
    <w:rsid w:val="00511CA7"/>
    <w:rsid w:val="005330BB"/>
    <w:rsid w:val="00545CA2"/>
    <w:rsid w:val="00551448"/>
    <w:rsid w:val="005B0F9D"/>
    <w:rsid w:val="005B211E"/>
    <w:rsid w:val="005C3053"/>
    <w:rsid w:val="005F7BDA"/>
    <w:rsid w:val="00607202"/>
    <w:rsid w:val="00613592"/>
    <w:rsid w:val="00624238"/>
    <w:rsid w:val="00634F1E"/>
    <w:rsid w:val="006409C9"/>
    <w:rsid w:val="00647736"/>
    <w:rsid w:val="006E026D"/>
    <w:rsid w:val="0071717B"/>
    <w:rsid w:val="00790B7E"/>
    <w:rsid w:val="007978F7"/>
    <w:rsid w:val="008309AA"/>
    <w:rsid w:val="008559C9"/>
    <w:rsid w:val="008B7459"/>
    <w:rsid w:val="00911DA6"/>
    <w:rsid w:val="009513B4"/>
    <w:rsid w:val="00971758"/>
    <w:rsid w:val="00983B45"/>
    <w:rsid w:val="009F3F13"/>
    <w:rsid w:val="009F5B22"/>
    <w:rsid w:val="00A13694"/>
    <w:rsid w:val="00A16C11"/>
    <w:rsid w:val="00A36182"/>
    <w:rsid w:val="00A7216F"/>
    <w:rsid w:val="00AB1BFB"/>
    <w:rsid w:val="00AB4D55"/>
    <w:rsid w:val="00AD75E4"/>
    <w:rsid w:val="00AF512D"/>
    <w:rsid w:val="00B50DC3"/>
    <w:rsid w:val="00B6697D"/>
    <w:rsid w:val="00B73C07"/>
    <w:rsid w:val="00B753F8"/>
    <w:rsid w:val="00B9451E"/>
    <w:rsid w:val="00BC4887"/>
    <w:rsid w:val="00BC5ABA"/>
    <w:rsid w:val="00C265EB"/>
    <w:rsid w:val="00C31BAB"/>
    <w:rsid w:val="00C6563F"/>
    <w:rsid w:val="00C7513D"/>
    <w:rsid w:val="00C971FE"/>
    <w:rsid w:val="00CA007A"/>
    <w:rsid w:val="00CA1A3A"/>
    <w:rsid w:val="00CB4BA4"/>
    <w:rsid w:val="00CE34BF"/>
    <w:rsid w:val="00D15A31"/>
    <w:rsid w:val="00D34305"/>
    <w:rsid w:val="00D36F22"/>
    <w:rsid w:val="00D42327"/>
    <w:rsid w:val="00D612A0"/>
    <w:rsid w:val="00DA18AC"/>
    <w:rsid w:val="00DA205F"/>
    <w:rsid w:val="00DC65C6"/>
    <w:rsid w:val="00DD77AF"/>
    <w:rsid w:val="00DE54D7"/>
    <w:rsid w:val="00DF4F42"/>
    <w:rsid w:val="00E050F2"/>
    <w:rsid w:val="00E938FF"/>
    <w:rsid w:val="00EF0FB2"/>
    <w:rsid w:val="00F41950"/>
    <w:rsid w:val="00F62354"/>
    <w:rsid w:val="00F84C5E"/>
    <w:rsid w:val="00F93DAA"/>
    <w:rsid w:val="00FA04E5"/>
    <w:rsid w:val="00FD3E4D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2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2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2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29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29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-10Title">
    <w:name w:val="p-10 Title"/>
    <w:basedOn w:val="Normal"/>
    <w:next w:val="Normal"/>
    <w:rsid w:val="00C6563F"/>
    <w:pPr>
      <w:widowControl w:val="0"/>
      <w:tabs>
        <w:tab w:val="left" w:pos="567"/>
        <w:tab w:val="left" w:pos="1134"/>
      </w:tabs>
      <w:spacing w:after="720" w:line="240" w:lineRule="auto"/>
      <w:outlineLvl w:val="0"/>
    </w:pPr>
    <w:rPr>
      <w:rFonts w:eastAsia="Times New Roman"/>
      <w:b/>
      <w:sz w:val="36"/>
      <w:szCs w:val="20"/>
      <w:lang w:val="de-DE"/>
    </w:rPr>
  </w:style>
  <w:style w:type="paragraph" w:customStyle="1" w:styleId="p-20Subtitle">
    <w:name w:val="p-20 Subtitle"/>
    <w:basedOn w:val="Normal"/>
    <w:next w:val="Normal"/>
    <w:rsid w:val="00C6563F"/>
    <w:pPr>
      <w:widowControl w:val="0"/>
      <w:tabs>
        <w:tab w:val="left" w:pos="567"/>
        <w:tab w:val="left" w:pos="1134"/>
      </w:tabs>
      <w:spacing w:after="360" w:line="240" w:lineRule="auto"/>
      <w:outlineLvl w:val="1"/>
    </w:pPr>
    <w:rPr>
      <w:rFonts w:eastAsia="Times New Roman"/>
      <w:b/>
      <w:sz w:val="26"/>
      <w:szCs w:val="20"/>
      <w:lang w:val="de-DE"/>
    </w:rPr>
  </w:style>
  <w:style w:type="paragraph" w:customStyle="1" w:styleId="p-30Standardbold">
    <w:name w:val="p-30 Standard bold"/>
    <w:basedOn w:val="Normal"/>
    <w:next w:val="Normal"/>
    <w:rsid w:val="00C6563F"/>
    <w:pPr>
      <w:widowControl w:val="0"/>
      <w:tabs>
        <w:tab w:val="left" w:pos="567"/>
        <w:tab w:val="left" w:pos="1134"/>
      </w:tabs>
      <w:spacing w:after="60" w:line="240" w:lineRule="auto"/>
    </w:pPr>
    <w:rPr>
      <w:rFonts w:eastAsia="Times New Roman"/>
      <w:b/>
      <w:szCs w:val="20"/>
      <w:lang w:val="de-DE"/>
    </w:rPr>
  </w:style>
  <w:style w:type="paragraph" w:customStyle="1" w:styleId="p-40Standard">
    <w:name w:val="p-40 Standard"/>
    <w:basedOn w:val="Normal"/>
    <w:rsid w:val="00C6563F"/>
    <w:pPr>
      <w:widowControl w:val="0"/>
      <w:tabs>
        <w:tab w:val="left" w:pos="567"/>
        <w:tab w:val="left" w:pos="1134"/>
        <w:tab w:val="right" w:pos="4820"/>
        <w:tab w:val="left" w:pos="4961"/>
        <w:tab w:val="right" w:pos="6379"/>
        <w:tab w:val="left" w:pos="6521"/>
      </w:tabs>
      <w:spacing w:after="60" w:line="240" w:lineRule="auto"/>
    </w:pPr>
    <w:rPr>
      <w:rFonts w:eastAsia="Times New Roman"/>
      <w:szCs w:val="20"/>
      <w:lang w:val="de-DE"/>
    </w:rPr>
  </w:style>
  <w:style w:type="paragraph" w:customStyle="1" w:styleId="P-41Standard10mmTab">
    <w:name w:val="P-41 Standard 10mm Tab"/>
    <w:basedOn w:val="p-40Standard"/>
    <w:rsid w:val="00C6563F"/>
    <w:pPr>
      <w:ind w:left="567" w:hanging="567"/>
    </w:pPr>
  </w:style>
  <w:style w:type="paragraph" w:customStyle="1" w:styleId="P-42Standard20mmTab">
    <w:name w:val="P-42 Standard 20mm Tab"/>
    <w:basedOn w:val="p-40Standard"/>
    <w:rsid w:val="00C6563F"/>
    <w:pPr>
      <w:ind w:left="1134" w:hanging="567"/>
    </w:pPr>
  </w:style>
  <w:style w:type="paragraph" w:customStyle="1" w:styleId="p-43Standard6pt">
    <w:name w:val="p-43 Standard 6pt"/>
    <w:basedOn w:val="Normal"/>
    <w:rsid w:val="00C6563F"/>
    <w:pPr>
      <w:widowControl w:val="0"/>
      <w:tabs>
        <w:tab w:val="left" w:pos="567"/>
        <w:tab w:val="left" w:pos="1134"/>
        <w:tab w:val="right" w:pos="4820"/>
        <w:tab w:val="left" w:pos="4961"/>
        <w:tab w:val="right" w:pos="6379"/>
        <w:tab w:val="left" w:pos="6521"/>
      </w:tabs>
      <w:spacing w:after="120" w:line="240" w:lineRule="auto"/>
    </w:pPr>
    <w:rPr>
      <w:rFonts w:eastAsia="Times New Roman"/>
      <w:szCs w:val="20"/>
      <w:lang w:val="de-DE"/>
    </w:rPr>
  </w:style>
  <w:style w:type="paragraph" w:customStyle="1" w:styleId="p-44Standard6pt10mmTab">
    <w:name w:val="p-44 Standard 6pt 10mm Tab"/>
    <w:basedOn w:val="p-43Standard6pt"/>
    <w:rsid w:val="00C6563F"/>
    <w:pPr>
      <w:ind w:left="567" w:hanging="567"/>
    </w:pPr>
  </w:style>
  <w:style w:type="paragraph" w:customStyle="1" w:styleId="p-45Standard6pt20mmTab">
    <w:name w:val="p-45 Standard 6pt 20mm Tab"/>
    <w:basedOn w:val="p-43Standard6pt"/>
    <w:rsid w:val="00C6563F"/>
    <w:pPr>
      <w:ind w:left="1134" w:hanging="567"/>
    </w:pPr>
  </w:style>
  <w:style w:type="paragraph" w:customStyle="1" w:styleId="p-49StandardFG">
    <w:name w:val="p-49 Standard FG"/>
    <w:basedOn w:val="Normal"/>
    <w:next w:val="p-40Standard"/>
    <w:rsid w:val="00C6563F"/>
    <w:pPr>
      <w:widowControl w:val="0"/>
      <w:tabs>
        <w:tab w:val="right" w:pos="9356"/>
      </w:tabs>
      <w:spacing w:after="0" w:line="240" w:lineRule="auto"/>
    </w:pPr>
    <w:rPr>
      <w:rFonts w:eastAsia="Times New Roman"/>
      <w:sz w:val="16"/>
      <w:szCs w:val="20"/>
      <w:lang w:val="de-DE"/>
    </w:rPr>
  </w:style>
  <w:style w:type="paragraph" w:customStyle="1" w:styleId="p-51Heading1">
    <w:name w:val="p-51 Heading 1"/>
    <w:basedOn w:val="Heading1"/>
    <w:next w:val="p-40Standard"/>
    <w:rsid w:val="00C6563F"/>
    <w:pPr>
      <w:keepLines w:val="0"/>
      <w:widowControl w:val="0"/>
      <w:numPr>
        <w:numId w:val="11"/>
      </w:numPr>
      <w:tabs>
        <w:tab w:val="left" w:pos="567"/>
        <w:tab w:val="left" w:pos="1134"/>
      </w:tabs>
      <w:spacing w:before="0" w:after="120" w:line="240" w:lineRule="auto"/>
    </w:pPr>
    <w:rPr>
      <w:rFonts w:ascii="Arial" w:eastAsia="Times New Roman" w:hAnsi="Arial" w:cs="Arial"/>
      <w:color w:val="auto"/>
      <w:kern w:val="28"/>
      <w:sz w:val="26"/>
      <w:szCs w:val="20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352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-52Heading2">
    <w:name w:val="p-52 Heading 2"/>
    <w:basedOn w:val="Heading2"/>
    <w:next w:val="p-40Standard"/>
    <w:rsid w:val="00C6563F"/>
    <w:pPr>
      <w:keepNext w:val="0"/>
      <w:keepLines w:val="0"/>
      <w:widowControl w:val="0"/>
      <w:numPr>
        <w:ilvl w:val="1"/>
        <w:numId w:val="11"/>
      </w:numPr>
      <w:tabs>
        <w:tab w:val="left" w:pos="1134"/>
      </w:tabs>
      <w:spacing w:before="0" w:after="200" w:line="240" w:lineRule="auto"/>
    </w:pPr>
    <w:rPr>
      <w:rFonts w:ascii="Arial" w:eastAsia="Times New Roman" w:hAnsi="Arial" w:cs="Arial"/>
      <w:i/>
      <w:iCs/>
      <w:color w:val="auto"/>
      <w:sz w:val="22"/>
      <w:szCs w:val="20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2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-53Heading3">
    <w:name w:val="p-53 Heading 3"/>
    <w:basedOn w:val="Heading3"/>
    <w:next w:val="p-40Standard"/>
    <w:rsid w:val="00C6563F"/>
    <w:pPr>
      <w:keepLines w:val="0"/>
      <w:widowControl w:val="0"/>
      <w:numPr>
        <w:ilvl w:val="2"/>
        <w:numId w:val="11"/>
      </w:numPr>
      <w:tabs>
        <w:tab w:val="left" w:pos="567"/>
        <w:tab w:val="left" w:pos="1134"/>
      </w:tabs>
      <w:spacing w:before="0" w:after="120" w:line="240" w:lineRule="auto"/>
    </w:pPr>
    <w:rPr>
      <w:rFonts w:ascii="Arial" w:eastAsia="Times New Roman" w:hAnsi="Arial" w:cs="Arial"/>
      <w:color w:val="auto"/>
      <w:szCs w:val="20"/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2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-54Heading4">
    <w:name w:val="p-54 Heading 4"/>
    <w:basedOn w:val="Heading4"/>
    <w:next w:val="p-40Standard"/>
    <w:rsid w:val="00C6563F"/>
    <w:pPr>
      <w:keepLines w:val="0"/>
      <w:widowControl w:val="0"/>
      <w:numPr>
        <w:ilvl w:val="3"/>
        <w:numId w:val="11"/>
      </w:numPr>
      <w:tabs>
        <w:tab w:val="left" w:pos="567"/>
        <w:tab w:val="left" w:pos="1191"/>
      </w:tabs>
      <w:spacing w:before="0" w:after="60" w:line="240" w:lineRule="auto"/>
    </w:pPr>
    <w:rPr>
      <w:rFonts w:ascii="Arial" w:eastAsia="Times New Roman" w:hAnsi="Arial" w:cs="Arial"/>
      <w:i w:val="0"/>
      <w:iCs w:val="0"/>
      <w:color w:val="auto"/>
      <w:szCs w:val="20"/>
      <w:lang w:val="de-D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22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-55Heading5">
    <w:name w:val="p-55 Heading 5"/>
    <w:basedOn w:val="Heading5"/>
    <w:next w:val="p-40Standard"/>
    <w:autoRedefine/>
    <w:rsid w:val="00C6563F"/>
    <w:pPr>
      <w:keepNext w:val="0"/>
      <w:keepLines w:val="0"/>
      <w:widowControl w:val="0"/>
      <w:numPr>
        <w:ilvl w:val="4"/>
        <w:numId w:val="11"/>
      </w:numPr>
      <w:tabs>
        <w:tab w:val="left" w:pos="567"/>
        <w:tab w:val="left" w:pos="1191"/>
      </w:tabs>
      <w:spacing w:before="0" w:after="60" w:line="240" w:lineRule="auto"/>
    </w:pPr>
    <w:rPr>
      <w:rFonts w:ascii="Arial" w:eastAsia="Times New Roman" w:hAnsi="Arial" w:cs="Arial"/>
      <w:bCs/>
      <w:i/>
      <w:iCs/>
      <w:color w:val="auto"/>
      <w:lang w:val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229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-60Smalltypebold">
    <w:name w:val="p-60 Small type bold"/>
    <w:basedOn w:val="p-30Standardbold"/>
    <w:rsid w:val="00C6563F"/>
    <w:pPr>
      <w:outlineLvl w:val="2"/>
    </w:pPr>
    <w:rPr>
      <w:sz w:val="16"/>
    </w:rPr>
  </w:style>
  <w:style w:type="paragraph" w:customStyle="1" w:styleId="p-70SmalltypeFG">
    <w:name w:val="p-70 Small type (FG)"/>
    <w:basedOn w:val="p-40Standard"/>
    <w:rsid w:val="00C6563F"/>
    <w:pPr>
      <w:tabs>
        <w:tab w:val="clear" w:pos="4820"/>
        <w:tab w:val="clear" w:pos="4961"/>
        <w:tab w:val="clear" w:pos="6379"/>
        <w:tab w:val="clear" w:pos="6521"/>
        <w:tab w:val="right" w:pos="9356"/>
      </w:tabs>
    </w:pPr>
    <w:rPr>
      <w:sz w:val="16"/>
    </w:rPr>
  </w:style>
  <w:style w:type="paragraph" w:customStyle="1" w:styleId="p-71Smalltype10mmTab">
    <w:name w:val="p-71 Small type 10mm Tab"/>
    <w:basedOn w:val="p-70SmalltypeFG"/>
    <w:rsid w:val="00C6563F"/>
    <w:pPr>
      <w:tabs>
        <w:tab w:val="clear" w:pos="9356"/>
      </w:tabs>
      <w:ind w:left="567" w:hanging="567"/>
    </w:pPr>
  </w:style>
  <w:style w:type="paragraph" w:customStyle="1" w:styleId="p-72Smalltype20mmTab">
    <w:name w:val="p-72 Small type 20mm Tab"/>
    <w:basedOn w:val="p-70SmalltypeFG"/>
    <w:rsid w:val="00C6563F"/>
    <w:pPr>
      <w:tabs>
        <w:tab w:val="clear" w:pos="567"/>
        <w:tab w:val="clear" w:pos="9356"/>
        <w:tab w:val="left" w:pos="851"/>
      </w:tabs>
      <w:ind w:left="1134" w:hanging="567"/>
    </w:pPr>
  </w:style>
  <w:style w:type="paragraph" w:customStyle="1" w:styleId="p-73Smalltype6pt">
    <w:name w:val="p-73 Small type 6pt"/>
    <w:basedOn w:val="p-70SmalltypeFG"/>
    <w:rsid w:val="00C6563F"/>
    <w:pPr>
      <w:tabs>
        <w:tab w:val="clear" w:pos="9356"/>
      </w:tabs>
      <w:spacing w:after="120"/>
    </w:pPr>
  </w:style>
  <w:style w:type="paragraph" w:customStyle="1" w:styleId="p-74Smalltype6pt10mmTab">
    <w:name w:val="p-74 Small type 6pt 10mm Tab"/>
    <w:basedOn w:val="p-70SmalltypeFG"/>
    <w:rsid w:val="00C6563F"/>
    <w:pPr>
      <w:tabs>
        <w:tab w:val="clear" w:pos="9356"/>
      </w:tabs>
      <w:spacing w:after="120"/>
      <w:ind w:left="567" w:hanging="567"/>
    </w:pPr>
  </w:style>
  <w:style w:type="paragraph" w:customStyle="1" w:styleId="p-75Smalltype6pt20mmTab">
    <w:name w:val="p-75 Small type 6pt 20mm Tab"/>
    <w:basedOn w:val="p-70SmalltypeFG"/>
    <w:rsid w:val="00C6563F"/>
    <w:pPr>
      <w:tabs>
        <w:tab w:val="clear" w:pos="9356"/>
      </w:tabs>
      <w:spacing w:after="120"/>
      <w:ind w:left="1134" w:hanging="567"/>
    </w:pPr>
  </w:style>
  <w:style w:type="paragraph" w:styleId="NoSpacing">
    <w:name w:val="No Spacing"/>
    <w:uiPriority w:val="1"/>
    <w:qFormat/>
    <w:rsid w:val="00AB4D55"/>
    <w:pPr>
      <w:spacing w:after="0" w:line="240" w:lineRule="auto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2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2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2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29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29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-10Title">
    <w:name w:val="p-10 Title"/>
    <w:basedOn w:val="Normal"/>
    <w:next w:val="Normal"/>
    <w:rsid w:val="00C6563F"/>
    <w:pPr>
      <w:widowControl w:val="0"/>
      <w:tabs>
        <w:tab w:val="left" w:pos="567"/>
        <w:tab w:val="left" w:pos="1134"/>
      </w:tabs>
      <w:spacing w:after="720" w:line="240" w:lineRule="auto"/>
      <w:outlineLvl w:val="0"/>
    </w:pPr>
    <w:rPr>
      <w:rFonts w:eastAsia="Times New Roman"/>
      <w:b/>
      <w:sz w:val="36"/>
      <w:szCs w:val="20"/>
      <w:lang w:val="de-DE"/>
    </w:rPr>
  </w:style>
  <w:style w:type="paragraph" w:customStyle="1" w:styleId="p-20Subtitle">
    <w:name w:val="p-20 Subtitle"/>
    <w:basedOn w:val="Normal"/>
    <w:next w:val="Normal"/>
    <w:rsid w:val="00C6563F"/>
    <w:pPr>
      <w:widowControl w:val="0"/>
      <w:tabs>
        <w:tab w:val="left" w:pos="567"/>
        <w:tab w:val="left" w:pos="1134"/>
      </w:tabs>
      <w:spacing w:after="360" w:line="240" w:lineRule="auto"/>
      <w:outlineLvl w:val="1"/>
    </w:pPr>
    <w:rPr>
      <w:rFonts w:eastAsia="Times New Roman"/>
      <w:b/>
      <w:sz w:val="26"/>
      <w:szCs w:val="20"/>
      <w:lang w:val="de-DE"/>
    </w:rPr>
  </w:style>
  <w:style w:type="paragraph" w:customStyle="1" w:styleId="p-30Standardbold">
    <w:name w:val="p-30 Standard bold"/>
    <w:basedOn w:val="Normal"/>
    <w:next w:val="Normal"/>
    <w:rsid w:val="00C6563F"/>
    <w:pPr>
      <w:widowControl w:val="0"/>
      <w:tabs>
        <w:tab w:val="left" w:pos="567"/>
        <w:tab w:val="left" w:pos="1134"/>
      </w:tabs>
      <w:spacing w:after="60" w:line="240" w:lineRule="auto"/>
    </w:pPr>
    <w:rPr>
      <w:rFonts w:eastAsia="Times New Roman"/>
      <w:b/>
      <w:szCs w:val="20"/>
      <w:lang w:val="de-DE"/>
    </w:rPr>
  </w:style>
  <w:style w:type="paragraph" w:customStyle="1" w:styleId="p-40Standard">
    <w:name w:val="p-40 Standard"/>
    <w:basedOn w:val="Normal"/>
    <w:rsid w:val="00C6563F"/>
    <w:pPr>
      <w:widowControl w:val="0"/>
      <w:tabs>
        <w:tab w:val="left" w:pos="567"/>
        <w:tab w:val="left" w:pos="1134"/>
        <w:tab w:val="right" w:pos="4820"/>
        <w:tab w:val="left" w:pos="4961"/>
        <w:tab w:val="right" w:pos="6379"/>
        <w:tab w:val="left" w:pos="6521"/>
      </w:tabs>
      <w:spacing w:after="60" w:line="240" w:lineRule="auto"/>
    </w:pPr>
    <w:rPr>
      <w:rFonts w:eastAsia="Times New Roman"/>
      <w:szCs w:val="20"/>
      <w:lang w:val="de-DE"/>
    </w:rPr>
  </w:style>
  <w:style w:type="paragraph" w:customStyle="1" w:styleId="P-41Standard10mmTab">
    <w:name w:val="P-41 Standard 10mm Tab"/>
    <w:basedOn w:val="p-40Standard"/>
    <w:rsid w:val="00C6563F"/>
    <w:pPr>
      <w:ind w:left="567" w:hanging="567"/>
    </w:pPr>
  </w:style>
  <w:style w:type="paragraph" w:customStyle="1" w:styleId="P-42Standard20mmTab">
    <w:name w:val="P-42 Standard 20mm Tab"/>
    <w:basedOn w:val="p-40Standard"/>
    <w:rsid w:val="00C6563F"/>
    <w:pPr>
      <w:ind w:left="1134" w:hanging="567"/>
    </w:pPr>
  </w:style>
  <w:style w:type="paragraph" w:customStyle="1" w:styleId="p-43Standard6pt">
    <w:name w:val="p-43 Standard 6pt"/>
    <w:basedOn w:val="Normal"/>
    <w:rsid w:val="00C6563F"/>
    <w:pPr>
      <w:widowControl w:val="0"/>
      <w:tabs>
        <w:tab w:val="left" w:pos="567"/>
        <w:tab w:val="left" w:pos="1134"/>
        <w:tab w:val="right" w:pos="4820"/>
        <w:tab w:val="left" w:pos="4961"/>
        <w:tab w:val="right" w:pos="6379"/>
        <w:tab w:val="left" w:pos="6521"/>
      </w:tabs>
      <w:spacing w:after="120" w:line="240" w:lineRule="auto"/>
    </w:pPr>
    <w:rPr>
      <w:rFonts w:eastAsia="Times New Roman"/>
      <w:szCs w:val="20"/>
      <w:lang w:val="de-DE"/>
    </w:rPr>
  </w:style>
  <w:style w:type="paragraph" w:customStyle="1" w:styleId="p-44Standard6pt10mmTab">
    <w:name w:val="p-44 Standard 6pt 10mm Tab"/>
    <w:basedOn w:val="p-43Standard6pt"/>
    <w:rsid w:val="00C6563F"/>
    <w:pPr>
      <w:ind w:left="567" w:hanging="567"/>
    </w:pPr>
  </w:style>
  <w:style w:type="paragraph" w:customStyle="1" w:styleId="p-45Standard6pt20mmTab">
    <w:name w:val="p-45 Standard 6pt 20mm Tab"/>
    <w:basedOn w:val="p-43Standard6pt"/>
    <w:rsid w:val="00C6563F"/>
    <w:pPr>
      <w:ind w:left="1134" w:hanging="567"/>
    </w:pPr>
  </w:style>
  <w:style w:type="paragraph" w:customStyle="1" w:styleId="p-49StandardFG">
    <w:name w:val="p-49 Standard FG"/>
    <w:basedOn w:val="Normal"/>
    <w:next w:val="p-40Standard"/>
    <w:rsid w:val="00C6563F"/>
    <w:pPr>
      <w:widowControl w:val="0"/>
      <w:tabs>
        <w:tab w:val="right" w:pos="9356"/>
      </w:tabs>
      <w:spacing w:after="0" w:line="240" w:lineRule="auto"/>
    </w:pPr>
    <w:rPr>
      <w:rFonts w:eastAsia="Times New Roman"/>
      <w:sz w:val="16"/>
      <w:szCs w:val="20"/>
      <w:lang w:val="de-DE"/>
    </w:rPr>
  </w:style>
  <w:style w:type="paragraph" w:customStyle="1" w:styleId="p-51Heading1">
    <w:name w:val="p-51 Heading 1"/>
    <w:basedOn w:val="Heading1"/>
    <w:next w:val="p-40Standard"/>
    <w:rsid w:val="00C6563F"/>
    <w:pPr>
      <w:keepLines w:val="0"/>
      <w:widowControl w:val="0"/>
      <w:numPr>
        <w:numId w:val="11"/>
      </w:numPr>
      <w:tabs>
        <w:tab w:val="left" w:pos="567"/>
        <w:tab w:val="left" w:pos="1134"/>
      </w:tabs>
      <w:spacing w:before="0" w:after="120" w:line="240" w:lineRule="auto"/>
    </w:pPr>
    <w:rPr>
      <w:rFonts w:ascii="Arial" w:eastAsia="Times New Roman" w:hAnsi="Arial" w:cs="Arial"/>
      <w:color w:val="auto"/>
      <w:kern w:val="28"/>
      <w:sz w:val="26"/>
      <w:szCs w:val="20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352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-52Heading2">
    <w:name w:val="p-52 Heading 2"/>
    <w:basedOn w:val="Heading2"/>
    <w:next w:val="p-40Standard"/>
    <w:rsid w:val="00C6563F"/>
    <w:pPr>
      <w:keepNext w:val="0"/>
      <w:keepLines w:val="0"/>
      <w:widowControl w:val="0"/>
      <w:numPr>
        <w:ilvl w:val="1"/>
        <w:numId w:val="11"/>
      </w:numPr>
      <w:tabs>
        <w:tab w:val="left" w:pos="1134"/>
      </w:tabs>
      <w:spacing w:before="0" w:after="200" w:line="240" w:lineRule="auto"/>
    </w:pPr>
    <w:rPr>
      <w:rFonts w:ascii="Arial" w:eastAsia="Times New Roman" w:hAnsi="Arial" w:cs="Arial"/>
      <w:i/>
      <w:iCs/>
      <w:color w:val="auto"/>
      <w:sz w:val="22"/>
      <w:szCs w:val="20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2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-53Heading3">
    <w:name w:val="p-53 Heading 3"/>
    <w:basedOn w:val="Heading3"/>
    <w:next w:val="p-40Standard"/>
    <w:rsid w:val="00C6563F"/>
    <w:pPr>
      <w:keepLines w:val="0"/>
      <w:widowControl w:val="0"/>
      <w:numPr>
        <w:ilvl w:val="2"/>
        <w:numId w:val="11"/>
      </w:numPr>
      <w:tabs>
        <w:tab w:val="left" w:pos="567"/>
        <w:tab w:val="left" w:pos="1134"/>
      </w:tabs>
      <w:spacing w:before="0" w:after="120" w:line="240" w:lineRule="auto"/>
    </w:pPr>
    <w:rPr>
      <w:rFonts w:ascii="Arial" w:eastAsia="Times New Roman" w:hAnsi="Arial" w:cs="Arial"/>
      <w:color w:val="auto"/>
      <w:szCs w:val="20"/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2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-54Heading4">
    <w:name w:val="p-54 Heading 4"/>
    <w:basedOn w:val="Heading4"/>
    <w:next w:val="p-40Standard"/>
    <w:rsid w:val="00C6563F"/>
    <w:pPr>
      <w:keepLines w:val="0"/>
      <w:widowControl w:val="0"/>
      <w:numPr>
        <w:ilvl w:val="3"/>
        <w:numId w:val="11"/>
      </w:numPr>
      <w:tabs>
        <w:tab w:val="left" w:pos="567"/>
        <w:tab w:val="left" w:pos="1191"/>
      </w:tabs>
      <w:spacing w:before="0" w:after="60" w:line="240" w:lineRule="auto"/>
    </w:pPr>
    <w:rPr>
      <w:rFonts w:ascii="Arial" w:eastAsia="Times New Roman" w:hAnsi="Arial" w:cs="Arial"/>
      <w:i w:val="0"/>
      <w:iCs w:val="0"/>
      <w:color w:val="auto"/>
      <w:szCs w:val="20"/>
      <w:lang w:val="de-D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22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-55Heading5">
    <w:name w:val="p-55 Heading 5"/>
    <w:basedOn w:val="Heading5"/>
    <w:next w:val="p-40Standard"/>
    <w:autoRedefine/>
    <w:rsid w:val="00C6563F"/>
    <w:pPr>
      <w:keepNext w:val="0"/>
      <w:keepLines w:val="0"/>
      <w:widowControl w:val="0"/>
      <w:numPr>
        <w:ilvl w:val="4"/>
        <w:numId w:val="11"/>
      </w:numPr>
      <w:tabs>
        <w:tab w:val="left" w:pos="567"/>
        <w:tab w:val="left" w:pos="1191"/>
      </w:tabs>
      <w:spacing w:before="0" w:after="60" w:line="240" w:lineRule="auto"/>
    </w:pPr>
    <w:rPr>
      <w:rFonts w:ascii="Arial" w:eastAsia="Times New Roman" w:hAnsi="Arial" w:cs="Arial"/>
      <w:bCs/>
      <w:i/>
      <w:iCs/>
      <w:color w:val="auto"/>
      <w:lang w:val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229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-60Smalltypebold">
    <w:name w:val="p-60 Small type bold"/>
    <w:basedOn w:val="p-30Standardbold"/>
    <w:rsid w:val="00C6563F"/>
    <w:pPr>
      <w:outlineLvl w:val="2"/>
    </w:pPr>
    <w:rPr>
      <w:sz w:val="16"/>
    </w:rPr>
  </w:style>
  <w:style w:type="paragraph" w:customStyle="1" w:styleId="p-70SmalltypeFG">
    <w:name w:val="p-70 Small type (FG)"/>
    <w:basedOn w:val="p-40Standard"/>
    <w:rsid w:val="00C6563F"/>
    <w:pPr>
      <w:tabs>
        <w:tab w:val="clear" w:pos="4820"/>
        <w:tab w:val="clear" w:pos="4961"/>
        <w:tab w:val="clear" w:pos="6379"/>
        <w:tab w:val="clear" w:pos="6521"/>
        <w:tab w:val="right" w:pos="9356"/>
      </w:tabs>
    </w:pPr>
    <w:rPr>
      <w:sz w:val="16"/>
    </w:rPr>
  </w:style>
  <w:style w:type="paragraph" w:customStyle="1" w:styleId="p-71Smalltype10mmTab">
    <w:name w:val="p-71 Small type 10mm Tab"/>
    <w:basedOn w:val="p-70SmalltypeFG"/>
    <w:rsid w:val="00C6563F"/>
    <w:pPr>
      <w:tabs>
        <w:tab w:val="clear" w:pos="9356"/>
      </w:tabs>
      <w:ind w:left="567" w:hanging="567"/>
    </w:pPr>
  </w:style>
  <w:style w:type="paragraph" w:customStyle="1" w:styleId="p-72Smalltype20mmTab">
    <w:name w:val="p-72 Small type 20mm Tab"/>
    <w:basedOn w:val="p-70SmalltypeFG"/>
    <w:rsid w:val="00C6563F"/>
    <w:pPr>
      <w:tabs>
        <w:tab w:val="clear" w:pos="567"/>
        <w:tab w:val="clear" w:pos="9356"/>
        <w:tab w:val="left" w:pos="851"/>
      </w:tabs>
      <w:ind w:left="1134" w:hanging="567"/>
    </w:pPr>
  </w:style>
  <w:style w:type="paragraph" w:customStyle="1" w:styleId="p-73Smalltype6pt">
    <w:name w:val="p-73 Small type 6pt"/>
    <w:basedOn w:val="p-70SmalltypeFG"/>
    <w:rsid w:val="00C6563F"/>
    <w:pPr>
      <w:tabs>
        <w:tab w:val="clear" w:pos="9356"/>
      </w:tabs>
      <w:spacing w:after="120"/>
    </w:pPr>
  </w:style>
  <w:style w:type="paragraph" w:customStyle="1" w:styleId="p-74Smalltype6pt10mmTab">
    <w:name w:val="p-74 Small type 6pt 10mm Tab"/>
    <w:basedOn w:val="p-70SmalltypeFG"/>
    <w:rsid w:val="00C6563F"/>
    <w:pPr>
      <w:tabs>
        <w:tab w:val="clear" w:pos="9356"/>
      </w:tabs>
      <w:spacing w:after="120"/>
      <w:ind w:left="567" w:hanging="567"/>
    </w:pPr>
  </w:style>
  <w:style w:type="paragraph" w:customStyle="1" w:styleId="p-75Smalltype6pt20mmTab">
    <w:name w:val="p-75 Small type 6pt 20mm Tab"/>
    <w:basedOn w:val="p-70SmalltypeFG"/>
    <w:rsid w:val="00C6563F"/>
    <w:pPr>
      <w:tabs>
        <w:tab w:val="clear" w:pos="9356"/>
      </w:tabs>
      <w:spacing w:after="120"/>
      <w:ind w:left="1134" w:hanging="567"/>
    </w:pPr>
  </w:style>
  <w:style w:type="paragraph" w:styleId="NoSpacing">
    <w:name w:val="No Spacing"/>
    <w:uiPriority w:val="1"/>
    <w:qFormat/>
    <w:rsid w:val="00AB4D55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622512D4.dotm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>Voith Group of Companies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zzEhmann, zzAlexander</dc:creator>
  <cp:keywords/>
  <dc:description/>
  <cp:lastModifiedBy>zzEhmann, zzAlexander</cp:lastModifiedBy>
  <cp:revision>2</cp:revision>
  <dcterms:created xsi:type="dcterms:W3CDTF">2012-04-20T09:35:00Z</dcterms:created>
  <dcterms:modified xsi:type="dcterms:W3CDTF">2012-04-20T09:36:00Z</dcterms:modified>
</cp:coreProperties>
</file>